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D5" w:rsidRDefault="00324BD5" w:rsidP="00205F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Проректору по учебной работе и развитию</w:t>
      </w:r>
    </w:p>
    <w:p w:rsidR="00324BD5" w:rsidRDefault="00324BD5" w:rsidP="00205F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ФГБОУ ВО «КГТА имени В.А.Дегтярева»</w:t>
      </w:r>
    </w:p>
    <w:p w:rsidR="00324BD5" w:rsidRDefault="00324BD5" w:rsidP="00205F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Смольяниновой Ю.В.</w:t>
      </w:r>
    </w:p>
    <w:p w:rsidR="00324BD5" w:rsidRDefault="00324BD5" w:rsidP="00205F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Уважаемая Юлия Владимировна!</w:t>
      </w:r>
    </w:p>
    <w:p w:rsidR="00324BD5" w:rsidRDefault="00324BD5" w:rsidP="00205F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Предприятие _____________________________________ гарантирует прохождение ______________________  практики студента _______ курса направления 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ФГБОУ ВО «КГТА имени В.А.Дегтярева» </w:t>
      </w:r>
    </w:p>
    <w:p w:rsidR="00324BD5" w:rsidRDefault="00324BD5" w:rsidP="00205FB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с __________ по _____________.</w:t>
      </w:r>
    </w:p>
    <w:p w:rsidR="00324BD5" w:rsidRDefault="00324BD5" w:rsidP="00205FB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24BD5" w:rsidRDefault="00324BD5" w:rsidP="00205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                                                          Подпись (ФИО полностью)</w:t>
      </w:r>
    </w:p>
    <w:p w:rsidR="00324BD5" w:rsidRDefault="00324BD5" w:rsidP="00205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(печать)</w:t>
      </w:r>
    </w:p>
    <w:p w:rsidR="00324BD5" w:rsidRDefault="00324BD5" w:rsidP="00CC1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предприятия:</w:t>
      </w:r>
    </w:p>
    <w:p w:rsidR="00324BD5" w:rsidRDefault="00324BD5" w:rsidP="00CC1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название предприятия</w:t>
      </w:r>
    </w:p>
    <w:sectPr w:rsidR="00324BD5" w:rsidSect="00AC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FB1"/>
    <w:rsid w:val="0000639B"/>
    <w:rsid w:val="000774B7"/>
    <w:rsid w:val="000810AA"/>
    <w:rsid w:val="00205FB1"/>
    <w:rsid w:val="002471D8"/>
    <w:rsid w:val="00305B29"/>
    <w:rsid w:val="00324BD5"/>
    <w:rsid w:val="0032552B"/>
    <w:rsid w:val="00381B9C"/>
    <w:rsid w:val="003F147D"/>
    <w:rsid w:val="004521B6"/>
    <w:rsid w:val="00541824"/>
    <w:rsid w:val="005E36F7"/>
    <w:rsid w:val="00635F70"/>
    <w:rsid w:val="006E6C85"/>
    <w:rsid w:val="009565DF"/>
    <w:rsid w:val="00AC264E"/>
    <w:rsid w:val="00C55DE5"/>
    <w:rsid w:val="00CC1562"/>
    <w:rsid w:val="00E02753"/>
    <w:rsid w:val="00F414E8"/>
    <w:rsid w:val="00F73AF1"/>
    <w:rsid w:val="00F9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4E"/>
    <w:pPr>
      <w:spacing w:line="360" w:lineRule="auto"/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96</Words>
  <Characters>552</Characters>
  <Application>Microsoft Office Outlook</Application>
  <DocSecurity>0</DocSecurity>
  <Lines>0</Lines>
  <Paragraphs>0</Paragraphs>
  <ScaleCrop>false</ScaleCrop>
  <Company>КГТА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dasha</cp:lastModifiedBy>
  <cp:revision>6</cp:revision>
  <cp:lastPrinted>2012-06-13T04:39:00Z</cp:lastPrinted>
  <dcterms:created xsi:type="dcterms:W3CDTF">2013-02-14T10:44:00Z</dcterms:created>
  <dcterms:modified xsi:type="dcterms:W3CDTF">2017-03-27T10:17:00Z</dcterms:modified>
</cp:coreProperties>
</file>